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A09F5" w14:textId="77777777" w:rsidR="005C13D7" w:rsidRPr="00262BDA" w:rsidRDefault="00D2730A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2BBCD1CC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104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31"/>
        <w:gridCol w:w="709"/>
        <w:gridCol w:w="709"/>
        <w:gridCol w:w="567"/>
        <w:gridCol w:w="969"/>
      </w:tblGrid>
      <w:tr w:rsidR="00632C30" w:rsidRPr="00262BDA" w14:paraId="2ACA924E" w14:textId="77777777" w:rsidTr="001D793A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05C95821" w14:textId="3199A754" w:rsidR="00632C30" w:rsidRPr="00262BDA" w:rsidRDefault="00632C30" w:rsidP="00632C30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35F85772" w14:textId="77777777" w:rsidR="00632C30" w:rsidRDefault="00632C30" w:rsidP="00632C30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18469560" w14:textId="133F8204" w:rsidR="00632C30" w:rsidRPr="00262BDA" w:rsidRDefault="00632C30" w:rsidP="00632C30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66DD3DDE" w14:textId="650796EF" w:rsidR="00632C30" w:rsidRPr="00262BDA" w:rsidRDefault="00632C30" w:rsidP="00632C30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1" w:type="dxa"/>
            <w:vAlign w:val="center"/>
          </w:tcPr>
          <w:p w14:paraId="509B5E1D" w14:textId="0F57CA2E" w:rsidR="00632C30" w:rsidRPr="00262BDA" w:rsidRDefault="00632C30" w:rsidP="00632C30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73767106" w14:textId="6A39A779" w:rsidR="00632C30" w:rsidRPr="00262BDA" w:rsidRDefault="00632C30" w:rsidP="00632C3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20A221BF" w14:textId="77777777" w:rsidR="00632C30" w:rsidRDefault="00632C30" w:rsidP="00632C30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651CE65A" w14:textId="06F5697E" w:rsidR="00632C30" w:rsidRPr="00262BDA" w:rsidRDefault="00632C30" w:rsidP="00632C3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20BDE80F" w14:textId="215AE101" w:rsidR="00632C30" w:rsidRPr="00262BDA" w:rsidRDefault="00632C30" w:rsidP="00632C3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7EBC2551" w14:textId="77777777" w:rsidR="00632C30" w:rsidRDefault="00632C30" w:rsidP="00632C30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307C475D" w14:textId="12F0929C" w:rsidR="00632C30" w:rsidRPr="00262BDA" w:rsidRDefault="00632C30" w:rsidP="00632C30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BC3EB1" w:rsidRPr="00262BDA" w14:paraId="7E8A240F" w14:textId="77777777" w:rsidTr="00D92148">
        <w:tc>
          <w:tcPr>
            <w:tcW w:w="1630" w:type="dxa"/>
          </w:tcPr>
          <w:p w14:paraId="385B73CF" w14:textId="77777777" w:rsidR="00BC3EB1" w:rsidRPr="004464B8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№-93</w:t>
            </w:r>
          </w:p>
        </w:tc>
        <w:tc>
          <w:tcPr>
            <w:tcW w:w="1631" w:type="dxa"/>
          </w:tcPr>
          <w:p w14:paraId="27768BE4" w14:textId="56E0BB95" w:rsidR="00BC3EB1" w:rsidRPr="004464B8" w:rsidRDefault="00C81852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14 256</w:t>
            </w:r>
          </w:p>
        </w:tc>
        <w:tc>
          <w:tcPr>
            <w:tcW w:w="2551" w:type="dxa"/>
          </w:tcPr>
          <w:p w14:paraId="09E16C71" w14:textId="77777777" w:rsidR="00BC3EB1" w:rsidRPr="00343102" w:rsidRDefault="00BC3EB1" w:rsidP="004464B8">
            <w:pPr>
              <w:rPr>
                <w:rFonts w:ascii="Verdana" w:hAnsi="Verdana"/>
                <w:sz w:val="18"/>
                <w:szCs w:val="18"/>
              </w:rPr>
            </w:pPr>
            <w:r w:rsidRPr="00343102">
              <w:rPr>
                <w:rFonts w:ascii="Verdana" w:hAnsi="Verdana"/>
                <w:sz w:val="18"/>
                <w:szCs w:val="18"/>
              </w:rPr>
              <w:t>Ул. Буйнакского, справа по ходу движения от ул.</w:t>
            </w:r>
            <w:r>
              <w:rPr>
                <w:rFonts w:ascii="Verdana" w:hAnsi="Verdana"/>
                <w:sz w:val="18"/>
                <w:szCs w:val="18"/>
              </w:rPr>
              <w:t xml:space="preserve"> Сальмана, 33 м от стадиона со стороны дома №29.</w:t>
            </w:r>
          </w:p>
        </w:tc>
        <w:tc>
          <w:tcPr>
            <w:tcW w:w="1731" w:type="dxa"/>
          </w:tcPr>
          <w:p w14:paraId="2809F0E3" w14:textId="77777777" w:rsidR="00BC3EB1" w:rsidRPr="00262BDA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06AF308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41FA4715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985CDEA" w14:textId="77777777" w:rsidR="00BC3EB1" w:rsidRPr="00262BDA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D396951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BC3EB1" w14:paraId="4530CC81" w14:textId="77777777" w:rsidTr="006458FA">
        <w:tc>
          <w:tcPr>
            <w:tcW w:w="1630" w:type="dxa"/>
          </w:tcPr>
          <w:p w14:paraId="14965946" w14:textId="77777777" w:rsidR="00BC3EB1" w:rsidRPr="004464B8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№-94</w:t>
            </w:r>
          </w:p>
        </w:tc>
        <w:tc>
          <w:tcPr>
            <w:tcW w:w="1631" w:type="dxa"/>
          </w:tcPr>
          <w:p w14:paraId="66EB95CA" w14:textId="068917CD" w:rsidR="00BC3EB1" w:rsidRPr="004464B8" w:rsidRDefault="00C81852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76DE4B88" w14:textId="77777777" w:rsidR="00BC3EB1" w:rsidRDefault="00BC3EB1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Буйнакского, слева по ходу движения от ул. Кобякова в сторону ул. Сальмана, 19 м. от пер. Красноармейский.</w:t>
            </w:r>
          </w:p>
        </w:tc>
        <w:tc>
          <w:tcPr>
            <w:tcW w:w="1731" w:type="dxa"/>
          </w:tcPr>
          <w:p w14:paraId="4904A8DA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2CE8431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7B23333" w14:textId="77777777" w:rsidR="00BC3EB1" w:rsidRDefault="00BC3EB1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A631ED7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7A30CD9" w14:textId="77777777" w:rsidR="00BC3EB1" w:rsidRDefault="00BC3EB1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BC3EB1" w14:paraId="26D8999C" w14:textId="77777777" w:rsidTr="00185C6C">
        <w:tc>
          <w:tcPr>
            <w:tcW w:w="1630" w:type="dxa"/>
          </w:tcPr>
          <w:p w14:paraId="7C224B73" w14:textId="77777777" w:rsidR="00BC3EB1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№-95</w:t>
            </w:r>
          </w:p>
        </w:tc>
        <w:tc>
          <w:tcPr>
            <w:tcW w:w="1631" w:type="dxa"/>
          </w:tcPr>
          <w:p w14:paraId="4AB56BC5" w14:textId="5462D0B0" w:rsidR="00BC3EB1" w:rsidRPr="00BC3EB1" w:rsidRDefault="005F29F3" w:rsidP="00BC3EB1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6 739</w:t>
            </w:r>
            <w:r w:rsidR="00BC3EB1" w:rsidRPr="00BC3E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CF43B1C" w14:textId="77777777" w:rsidR="00BC3EB1" w:rsidRDefault="00BC3EB1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Буйнакского, справа по ходу движения от ул. Сальмана в сторону ул. Кобякова, после пер. Чапаева.</w:t>
            </w:r>
          </w:p>
        </w:tc>
        <w:tc>
          <w:tcPr>
            <w:tcW w:w="1731" w:type="dxa"/>
          </w:tcPr>
          <w:p w14:paraId="308C7325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  <w:r w:rsidRPr="00F0465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 </w:t>
            </w:r>
          </w:p>
        </w:tc>
        <w:tc>
          <w:tcPr>
            <w:tcW w:w="709" w:type="dxa"/>
            <w:vAlign w:val="center"/>
          </w:tcPr>
          <w:p w14:paraId="172A2158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464DEAB6" w14:textId="77777777" w:rsidR="00BC3EB1" w:rsidRDefault="00BC3EB1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632155F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A6A9B67" w14:textId="77777777" w:rsidR="00BC3EB1" w:rsidRDefault="00BC3EB1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BC3EB1" w14:paraId="34123D76" w14:textId="77777777" w:rsidTr="00075E6D">
        <w:tc>
          <w:tcPr>
            <w:tcW w:w="1630" w:type="dxa"/>
          </w:tcPr>
          <w:p w14:paraId="5E89AB52" w14:textId="77777777" w:rsidR="00BC3EB1" w:rsidRPr="004464B8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№-96</w:t>
            </w:r>
          </w:p>
        </w:tc>
        <w:tc>
          <w:tcPr>
            <w:tcW w:w="1631" w:type="dxa"/>
          </w:tcPr>
          <w:p w14:paraId="627E44B9" w14:textId="6DECD922" w:rsidR="00BC3EB1" w:rsidRPr="004464B8" w:rsidRDefault="00C81852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211F688B" w14:textId="77777777" w:rsidR="00BC3EB1" w:rsidRPr="00262BDA" w:rsidRDefault="00BC3EB1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Буйнакского, справа по ходу движения от ул. Кобякова в сторону ул. Сальмана, 19 м. от пер. Красноармейский.</w:t>
            </w:r>
          </w:p>
        </w:tc>
        <w:tc>
          <w:tcPr>
            <w:tcW w:w="1731" w:type="dxa"/>
          </w:tcPr>
          <w:p w14:paraId="4CFA4F39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9BE166C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4C6F0978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ACB316F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0345E4B" w14:textId="77777777" w:rsidR="00BC3EB1" w:rsidRDefault="00BC3EB1" w:rsidP="00FA32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BC3EB1" w14:paraId="55950A93" w14:textId="77777777" w:rsidTr="00DB322B">
        <w:tc>
          <w:tcPr>
            <w:tcW w:w="1630" w:type="dxa"/>
          </w:tcPr>
          <w:p w14:paraId="3ACCA605" w14:textId="77777777" w:rsidR="00BC3EB1" w:rsidRPr="004464B8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№-97</w:t>
            </w:r>
          </w:p>
        </w:tc>
        <w:tc>
          <w:tcPr>
            <w:tcW w:w="1631" w:type="dxa"/>
          </w:tcPr>
          <w:p w14:paraId="5809D299" w14:textId="3252EE74" w:rsidR="00BC3EB1" w:rsidRPr="004464B8" w:rsidRDefault="00C81852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0BE12E0C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Буйнакского, справа по ходу движения от ул. Кобякова в сторону ул. Сальмана, 42 м. от пер. 25 лет Октября.</w:t>
            </w:r>
          </w:p>
        </w:tc>
        <w:tc>
          <w:tcPr>
            <w:tcW w:w="1731" w:type="dxa"/>
          </w:tcPr>
          <w:p w14:paraId="58B03C81" w14:textId="77777777" w:rsidR="00BC3EB1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C0DF8E7" w14:textId="77777777" w:rsidR="00BC3EB1" w:rsidRPr="00DA41B7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3F12A02B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8975AFA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189FBFD" w14:textId="77777777" w:rsidR="00BC3EB1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BC3EB1" w:rsidRPr="00262BDA" w14:paraId="56E17024" w14:textId="77777777" w:rsidTr="00044AC0">
        <w:tc>
          <w:tcPr>
            <w:tcW w:w="1630" w:type="dxa"/>
          </w:tcPr>
          <w:p w14:paraId="51C3985F" w14:textId="77777777" w:rsidR="00BC3EB1" w:rsidRPr="004464B8" w:rsidRDefault="004C5DA1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№-98</w:t>
            </w:r>
          </w:p>
        </w:tc>
        <w:tc>
          <w:tcPr>
            <w:tcW w:w="1631" w:type="dxa"/>
          </w:tcPr>
          <w:p w14:paraId="57B94EB9" w14:textId="3292B0C8" w:rsidR="00BC3EB1" w:rsidRPr="004464B8" w:rsidRDefault="00C81852" w:rsidP="00BC3E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7B0E03B8" w14:textId="77777777" w:rsidR="00BC3EB1" w:rsidRPr="00262BDA" w:rsidRDefault="00BC3EB1" w:rsidP="007530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справа по ходу движения от ул. Кобякова в сторону ул. Сальмана, 96 м. от пер. 25 лет Октября. </w:t>
            </w:r>
          </w:p>
        </w:tc>
        <w:tc>
          <w:tcPr>
            <w:tcW w:w="1731" w:type="dxa"/>
          </w:tcPr>
          <w:p w14:paraId="63B194FD" w14:textId="77777777" w:rsidR="00BC3EB1" w:rsidRPr="00262BDA" w:rsidRDefault="00BC3EB1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EADA486" w14:textId="77777777" w:rsidR="00BC3EB1" w:rsidRPr="00262BDA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68D70C2" w14:textId="77777777" w:rsidR="00BC3EB1" w:rsidRPr="00262BDA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B2BB8A4" w14:textId="77777777" w:rsidR="00BC3EB1" w:rsidRPr="00262BDA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7573037" w14:textId="77777777" w:rsidR="00BC3EB1" w:rsidRPr="00262BDA" w:rsidRDefault="00BC3EB1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2197FDD4" w14:textId="77777777" w:rsidR="00F04652" w:rsidRDefault="00F04652" w:rsidP="00234790">
      <w:pPr>
        <w:spacing w:after="120"/>
        <w:rPr>
          <w:rFonts w:ascii="Verdana" w:hAnsi="Verdana"/>
          <w:i/>
          <w:sz w:val="18"/>
          <w:szCs w:val="18"/>
        </w:rPr>
      </w:pPr>
    </w:p>
    <w:p w14:paraId="5EF1854E" w14:textId="77777777" w:rsidR="00F04652" w:rsidRPr="00262BDA" w:rsidRDefault="00F04652" w:rsidP="00234790">
      <w:pPr>
        <w:spacing w:after="120"/>
        <w:rPr>
          <w:rFonts w:ascii="Verdana" w:hAnsi="Verdana"/>
          <w:i/>
          <w:sz w:val="18"/>
          <w:szCs w:val="18"/>
        </w:rPr>
      </w:pPr>
    </w:p>
    <w:sectPr w:rsidR="00F0465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632AC"/>
    <w:multiLevelType w:val="hybridMultilevel"/>
    <w:tmpl w:val="7BA037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EC4C2D"/>
    <w:multiLevelType w:val="hybridMultilevel"/>
    <w:tmpl w:val="443407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F7405F"/>
    <w:multiLevelType w:val="multilevel"/>
    <w:tmpl w:val="0419001D"/>
    <w:styleLink w:val="1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863C95"/>
    <w:multiLevelType w:val="hybridMultilevel"/>
    <w:tmpl w:val="A3601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962BB7"/>
    <w:multiLevelType w:val="hybridMultilevel"/>
    <w:tmpl w:val="9EDABE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FE65A7"/>
    <w:multiLevelType w:val="multilevel"/>
    <w:tmpl w:val="0419001D"/>
    <w:numStyleLink w:val="1"/>
  </w:abstractNum>
  <w:abstractNum w:abstractNumId="6" w15:restartNumberingAfterBreak="0">
    <w:nsid w:val="79BE3229"/>
    <w:multiLevelType w:val="hybridMultilevel"/>
    <w:tmpl w:val="16A884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A302A8"/>
    <w:multiLevelType w:val="hybridMultilevel"/>
    <w:tmpl w:val="4DEE1F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914F1"/>
    <w:rsid w:val="000C30EA"/>
    <w:rsid w:val="000F38B2"/>
    <w:rsid w:val="000F7EBF"/>
    <w:rsid w:val="00107297"/>
    <w:rsid w:val="001109C3"/>
    <w:rsid w:val="00134BB9"/>
    <w:rsid w:val="001546B0"/>
    <w:rsid w:val="0017315D"/>
    <w:rsid w:val="001A5A33"/>
    <w:rsid w:val="001B1BB8"/>
    <w:rsid w:val="002070A7"/>
    <w:rsid w:val="00222269"/>
    <w:rsid w:val="00227E5C"/>
    <w:rsid w:val="00234790"/>
    <w:rsid w:val="00236CC5"/>
    <w:rsid w:val="00240884"/>
    <w:rsid w:val="00251AD6"/>
    <w:rsid w:val="00262BDA"/>
    <w:rsid w:val="002674E4"/>
    <w:rsid w:val="00290FFD"/>
    <w:rsid w:val="00291E6E"/>
    <w:rsid w:val="002C0231"/>
    <w:rsid w:val="00323B77"/>
    <w:rsid w:val="003648FD"/>
    <w:rsid w:val="00374BB7"/>
    <w:rsid w:val="00381F68"/>
    <w:rsid w:val="003A213A"/>
    <w:rsid w:val="003A227E"/>
    <w:rsid w:val="003B5912"/>
    <w:rsid w:val="003D78B8"/>
    <w:rsid w:val="00435017"/>
    <w:rsid w:val="004464B8"/>
    <w:rsid w:val="004C5DA1"/>
    <w:rsid w:val="004C734C"/>
    <w:rsid w:val="004C7CA5"/>
    <w:rsid w:val="004E55B1"/>
    <w:rsid w:val="004E7974"/>
    <w:rsid w:val="00515F40"/>
    <w:rsid w:val="00542BAA"/>
    <w:rsid w:val="00557106"/>
    <w:rsid w:val="005617D5"/>
    <w:rsid w:val="00563ABD"/>
    <w:rsid w:val="005C13D7"/>
    <w:rsid w:val="005C26B0"/>
    <w:rsid w:val="005E3789"/>
    <w:rsid w:val="005F29F3"/>
    <w:rsid w:val="00632C30"/>
    <w:rsid w:val="006339EA"/>
    <w:rsid w:val="00666CD4"/>
    <w:rsid w:val="00675A4B"/>
    <w:rsid w:val="006A5A40"/>
    <w:rsid w:val="006C2154"/>
    <w:rsid w:val="006D5427"/>
    <w:rsid w:val="006F08BD"/>
    <w:rsid w:val="00711A12"/>
    <w:rsid w:val="00741133"/>
    <w:rsid w:val="00753004"/>
    <w:rsid w:val="00757548"/>
    <w:rsid w:val="00781A6E"/>
    <w:rsid w:val="00794741"/>
    <w:rsid w:val="007C0417"/>
    <w:rsid w:val="007C16D4"/>
    <w:rsid w:val="007D356A"/>
    <w:rsid w:val="007E1C70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B7660"/>
    <w:rsid w:val="008F1645"/>
    <w:rsid w:val="00933B21"/>
    <w:rsid w:val="009424AB"/>
    <w:rsid w:val="0094284F"/>
    <w:rsid w:val="009523C5"/>
    <w:rsid w:val="009768F3"/>
    <w:rsid w:val="00987DD7"/>
    <w:rsid w:val="0099001B"/>
    <w:rsid w:val="009A24B5"/>
    <w:rsid w:val="009A5804"/>
    <w:rsid w:val="009B5890"/>
    <w:rsid w:val="00A00F7B"/>
    <w:rsid w:val="00A36B8B"/>
    <w:rsid w:val="00A3777A"/>
    <w:rsid w:val="00A41484"/>
    <w:rsid w:val="00A41B9E"/>
    <w:rsid w:val="00A46814"/>
    <w:rsid w:val="00AB0829"/>
    <w:rsid w:val="00AC2AFE"/>
    <w:rsid w:val="00AD30C1"/>
    <w:rsid w:val="00AE0603"/>
    <w:rsid w:val="00B71091"/>
    <w:rsid w:val="00BC3EB1"/>
    <w:rsid w:val="00BD7D42"/>
    <w:rsid w:val="00C0145B"/>
    <w:rsid w:val="00C14F31"/>
    <w:rsid w:val="00C72DCD"/>
    <w:rsid w:val="00C7381D"/>
    <w:rsid w:val="00C81852"/>
    <w:rsid w:val="00CA5B42"/>
    <w:rsid w:val="00CC4C4F"/>
    <w:rsid w:val="00D16CFF"/>
    <w:rsid w:val="00D26F1B"/>
    <w:rsid w:val="00D2730A"/>
    <w:rsid w:val="00D62FAE"/>
    <w:rsid w:val="00DA41B7"/>
    <w:rsid w:val="00DA4F88"/>
    <w:rsid w:val="00DA6625"/>
    <w:rsid w:val="00DA6D43"/>
    <w:rsid w:val="00DB4B0D"/>
    <w:rsid w:val="00E071CE"/>
    <w:rsid w:val="00E26950"/>
    <w:rsid w:val="00E26BE2"/>
    <w:rsid w:val="00E458D9"/>
    <w:rsid w:val="00E64745"/>
    <w:rsid w:val="00E81231"/>
    <w:rsid w:val="00EE2C2E"/>
    <w:rsid w:val="00F04652"/>
    <w:rsid w:val="00F31DF8"/>
    <w:rsid w:val="00F41F3D"/>
    <w:rsid w:val="00F70FC8"/>
    <w:rsid w:val="00F90BEA"/>
    <w:rsid w:val="00FA3259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D68B"/>
  <w15:docId w15:val="{C07EAB15-AEF5-428C-9692-705D53EBB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3"/>
    <w:uiPriority w:val="59"/>
    <w:rsid w:val="00DA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4464B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163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43</cp:revision>
  <cp:lastPrinted>2020-06-16T09:13:00Z</cp:lastPrinted>
  <dcterms:created xsi:type="dcterms:W3CDTF">2017-03-10T11:37:00Z</dcterms:created>
  <dcterms:modified xsi:type="dcterms:W3CDTF">2020-09-02T07:41:00Z</dcterms:modified>
</cp:coreProperties>
</file>